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AA9" w:rsidRPr="00B34D00" w:rsidRDefault="004832D0" w:rsidP="008E62CD">
      <w:pPr>
        <w:pStyle w:val="Rub1"/>
      </w:pPr>
      <w:r>
        <w:t>9030</w:t>
      </w:r>
      <w:r w:rsidR="000F489B">
        <w:t>3</w:t>
      </w:r>
      <w:r w:rsidR="00B72620">
        <w:t xml:space="preserve"> </w:t>
      </w:r>
      <w:r w:rsidR="004E2016" w:rsidRPr="00B34D00">
        <w:t xml:space="preserve">Läraranvisning </w:t>
      </w:r>
      <w:r w:rsidR="00243302">
        <w:t>E-bok T</w:t>
      </w:r>
      <w:r w:rsidR="007A0D50" w:rsidRPr="00B34D00">
        <w:t>extview</w:t>
      </w:r>
    </w:p>
    <w:p w:rsidR="00BE3127" w:rsidRDefault="004832D0" w:rsidP="004832D0">
      <w:pPr>
        <w:pStyle w:val="Normal0"/>
      </w:pPr>
      <w:r>
        <w:t>F</w:t>
      </w:r>
      <w:r w:rsidR="00B72620">
        <w:t xml:space="preserve">ormelblad </w:t>
      </w:r>
      <w:r>
        <w:t xml:space="preserve">matematik </w:t>
      </w:r>
      <w:r w:rsidR="000F489B">
        <w:t>3</w:t>
      </w:r>
      <w:r w:rsidR="0078638F">
        <w:br/>
      </w:r>
    </w:p>
    <w:p w:rsidR="004F4D0E" w:rsidRPr="00B34D00" w:rsidRDefault="00A40CEF" w:rsidP="001D6AA9">
      <w:pPr>
        <w:pStyle w:val="Normal0"/>
      </w:pPr>
      <w:r w:rsidRPr="00B34D00">
        <w:t>Skolverket</w:t>
      </w:r>
    </w:p>
    <w:p w:rsidR="0005020A" w:rsidRPr="00986B23" w:rsidRDefault="0005020A" w:rsidP="0005020A">
      <w:pPr>
        <w:keepNext/>
        <w:shd w:val="pct20" w:color="auto" w:fill="auto"/>
        <w:spacing w:before="600"/>
        <w:ind w:left="170"/>
        <w:outlineLvl w:val="1"/>
        <w:rPr>
          <w:rFonts w:ascii="Courier New" w:hAnsi="Courier New" w:cs="Arial"/>
          <w:b/>
          <w:sz w:val="28"/>
        </w:rPr>
      </w:pPr>
      <w:r w:rsidRPr="00986B23">
        <w:rPr>
          <w:rFonts w:ascii="Courier New" w:hAnsi="Courier New" w:cs="Arial"/>
          <w:b/>
          <w:sz w:val="28"/>
        </w:rPr>
        <w:t>Genomförande av prov</w:t>
      </w:r>
    </w:p>
    <w:p w:rsidR="0005020A" w:rsidRDefault="0005020A" w:rsidP="0005020A">
      <w:pPr>
        <w:ind w:left="170"/>
        <w:rPr>
          <w:rFonts w:ascii="Courier New" w:hAnsi="Courier New"/>
          <w:sz w:val="28"/>
        </w:rPr>
      </w:pPr>
      <w:r w:rsidRPr="00986B23">
        <w:rPr>
          <w:rFonts w:ascii="Courier New" w:hAnsi="Courier New"/>
          <w:sz w:val="28"/>
        </w:rPr>
        <w:t>Rådgivning om g</w:t>
      </w:r>
      <w:r>
        <w:rPr>
          <w:rFonts w:ascii="Courier New" w:hAnsi="Courier New"/>
          <w:sz w:val="28"/>
        </w:rPr>
        <w:t>enomförande av nationella prov</w:t>
      </w:r>
      <w:r w:rsidRPr="00986B23">
        <w:rPr>
          <w:rFonts w:ascii="Courier New" w:hAnsi="Courier New"/>
          <w:sz w:val="28"/>
        </w:rPr>
        <w:t xml:space="preserve"> för elever med svår sy</w:t>
      </w:r>
      <w:r w:rsidR="00076109">
        <w:rPr>
          <w:rFonts w:ascii="Courier New" w:hAnsi="Courier New"/>
          <w:sz w:val="28"/>
        </w:rPr>
        <w:t>nnedsättning/blindhet</w:t>
      </w:r>
      <w:r w:rsidRPr="00986B23">
        <w:rPr>
          <w:rFonts w:ascii="Courier New" w:hAnsi="Courier New"/>
          <w:sz w:val="28"/>
        </w:rPr>
        <w:t xml:space="preserve">, kontakta </w:t>
      </w:r>
      <w:r w:rsidR="00076109">
        <w:rPr>
          <w:rFonts w:ascii="Courier New" w:hAnsi="Courier New"/>
          <w:sz w:val="28"/>
        </w:rPr>
        <w:t>Specialpedagogiska skolmyndigheten (</w:t>
      </w:r>
      <w:r w:rsidRPr="00986B23">
        <w:rPr>
          <w:rFonts w:ascii="Courier New" w:hAnsi="Courier New"/>
          <w:sz w:val="28"/>
        </w:rPr>
        <w:t>SPSM</w:t>
      </w:r>
      <w:r w:rsidR="00076109">
        <w:rPr>
          <w:rFonts w:ascii="Courier New" w:hAnsi="Courier New"/>
          <w:sz w:val="28"/>
        </w:rPr>
        <w:t>)</w:t>
      </w:r>
      <w:r w:rsidRPr="00986B23">
        <w:rPr>
          <w:rFonts w:ascii="Courier New" w:hAnsi="Courier New"/>
          <w:sz w:val="28"/>
        </w:rPr>
        <w:t>, RC-SYN</w:t>
      </w:r>
      <w:r w:rsidR="00076109">
        <w:rPr>
          <w:rFonts w:ascii="Courier New" w:hAnsi="Courier New"/>
          <w:sz w:val="28"/>
        </w:rPr>
        <w:t>, tel. 010-473 50 00</w:t>
      </w:r>
      <w:r w:rsidRPr="00986B23">
        <w:rPr>
          <w:rFonts w:ascii="Courier New" w:hAnsi="Courier New"/>
          <w:sz w:val="28"/>
        </w:rPr>
        <w:t>.</w:t>
      </w:r>
    </w:p>
    <w:p w:rsidR="006B2D85" w:rsidRDefault="006B2D85" w:rsidP="0005020A">
      <w:pPr>
        <w:ind w:left="170"/>
        <w:rPr>
          <w:rFonts w:ascii="Courier New" w:hAnsi="Courier New"/>
          <w:sz w:val="28"/>
        </w:rPr>
      </w:pPr>
    </w:p>
    <w:p w:rsidR="009E6CB4" w:rsidRDefault="009E6CB4" w:rsidP="009E6CB4">
      <w:pPr>
        <w:ind w:left="170"/>
        <w:rPr>
          <w:rFonts w:ascii="Courier New" w:hAnsi="Courier New"/>
          <w:sz w:val="28"/>
        </w:rPr>
      </w:pPr>
      <w:bookmarkStart w:id="0" w:name="_Hlk82519624"/>
      <w:r w:rsidRPr="009E6CB4">
        <w:rPr>
          <w:rFonts w:ascii="Courier New" w:hAnsi="Courier New"/>
          <w:sz w:val="28"/>
        </w:rPr>
        <w:t>Ann-Charlotte Larsson</w:t>
      </w:r>
    </w:p>
    <w:p w:rsidR="009E6CB4" w:rsidRDefault="00F522D7" w:rsidP="009E6CB4">
      <w:pPr>
        <w:ind w:left="170"/>
        <w:rPr>
          <w:rFonts w:ascii="Courier New" w:hAnsi="Courier New"/>
          <w:sz w:val="28"/>
        </w:rPr>
      </w:pPr>
      <w:hyperlink r:id="rId8" w:history="1">
        <w:proofErr w:type="spellStart"/>
        <w:r w:rsidR="009E6CB4" w:rsidRPr="00D86425">
          <w:rPr>
            <w:rStyle w:val="Hyperlnk"/>
            <w:rFonts w:ascii="Courier New" w:hAnsi="Courier New"/>
            <w:sz w:val="28"/>
          </w:rPr>
          <w:t>ann-charlotte.larsson@spsm.se</w:t>
        </w:r>
        <w:proofErr w:type="spellEnd"/>
      </w:hyperlink>
    </w:p>
    <w:p w:rsidR="009E6CB4" w:rsidRDefault="009E6CB4" w:rsidP="009E6CB4">
      <w:pPr>
        <w:ind w:left="170"/>
        <w:rPr>
          <w:rFonts w:ascii="Courier New" w:hAnsi="Courier New"/>
          <w:sz w:val="28"/>
        </w:rPr>
      </w:pPr>
      <w:r w:rsidRPr="009E6CB4">
        <w:rPr>
          <w:rFonts w:ascii="Courier New" w:hAnsi="Courier New"/>
          <w:sz w:val="28"/>
        </w:rPr>
        <w:t>tfn: 010-473 50 22</w:t>
      </w:r>
    </w:p>
    <w:p w:rsidR="009E6CB4" w:rsidRPr="009E6CB4" w:rsidRDefault="009E6CB4" w:rsidP="009E6CB4">
      <w:pPr>
        <w:ind w:left="170"/>
        <w:rPr>
          <w:rFonts w:ascii="Courier New" w:hAnsi="Courier New"/>
          <w:sz w:val="28"/>
        </w:rPr>
      </w:pPr>
    </w:p>
    <w:p w:rsidR="009E6CB4" w:rsidRDefault="009E6CB4" w:rsidP="009E6CB4">
      <w:pPr>
        <w:ind w:left="170"/>
        <w:rPr>
          <w:rFonts w:ascii="Courier New" w:hAnsi="Courier New"/>
          <w:sz w:val="28"/>
        </w:rPr>
      </w:pPr>
      <w:r w:rsidRPr="009E6CB4">
        <w:rPr>
          <w:rFonts w:ascii="Courier New" w:hAnsi="Courier New"/>
          <w:sz w:val="28"/>
        </w:rPr>
        <w:t>Björn Nyqvist</w:t>
      </w:r>
    </w:p>
    <w:p w:rsidR="009E6CB4" w:rsidRDefault="00F522D7" w:rsidP="009E6CB4">
      <w:pPr>
        <w:ind w:left="170"/>
        <w:rPr>
          <w:rFonts w:ascii="Courier New" w:hAnsi="Courier New"/>
          <w:sz w:val="28"/>
        </w:rPr>
      </w:pPr>
      <w:hyperlink r:id="rId9" w:history="1">
        <w:proofErr w:type="spellStart"/>
        <w:r w:rsidR="009E6CB4" w:rsidRPr="00D86425">
          <w:rPr>
            <w:rStyle w:val="Hyperlnk"/>
            <w:rFonts w:ascii="Courier New" w:hAnsi="Courier New"/>
            <w:sz w:val="28"/>
          </w:rPr>
          <w:t>bjorn.nyqvist@spsm.se</w:t>
        </w:r>
        <w:proofErr w:type="spellEnd"/>
      </w:hyperlink>
    </w:p>
    <w:p w:rsidR="009E6CB4" w:rsidRDefault="009E6CB4" w:rsidP="009E6CB4">
      <w:pPr>
        <w:ind w:left="170"/>
        <w:rPr>
          <w:rFonts w:ascii="Courier New" w:hAnsi="Courier New"/>
          <w:sz w:val="28"/>
        </w:rPr>
      </w:pPr>
      <w:r w:rsidRPr="009E6CB4">
        <w:rPr>
          <w:rFonts w:ascii="Courier New" w:hAnsi="Courier New"/>
          <w:sz w:val="28"/>
        </w:rPr>
        <w:t>tfn: 010-473 51 17</w:t>
      </w:r>
    </w:p>
    <w:p w:rsidR="009E6CB4" w:rsidRPr="009E6CB4" w:rsidRDefault="009E6CB4" w:rsidP="009E6CB4">
      <w:pPr>
        <w:ind w:left="170"/>
        <w:rPr>
          <w:rFonts w:ascii="Courier New" w:hAnsi="Courier New"/>
          <w:sz w:val="28"/>
        </w:rPr>
      </w:pPr>
    </w:p>
    <w:p w:rsidR="009E6CB4" w:rsidRDefault="009E6CB4" w:rsidP="009E6CB4">
      <w:pPr>
        <w:ind w:left="170"/>
        <w:rPr>
          <w:rFonts w:ascii="Courier New" w:hAnsi="Courier New"/>
          <w:sz w:val="28"/>
        </w:rPr>
      </w:pPr>
      <w:r w:rsidRPr="009E6CB4">
        <w:rPr>
          <w:rFonts w:ascii="Courier New" w:hAnsi="Courier New"/>
          <w:sz w:val="28"/>
        </w:rPr>
        <w:t>Anders Sennerö</w:t>
      </w:r>
    </w:p>
    <w:p w:rsidR="009E6CB4" w:rsidRDefault="00F522D7" w:rsidP="009E6CB4">
      <w:pPr>
        <w:ind w:left="170"/>
        <w:rPr>
          <w:rFonts w:ascii="Courier New" w:hAnsi="Courier New"/>
          <w:sz w:val="28"/>
        </w:rPr>
      </w:pPr>
      <w:hyperlink r:id="rId10" w:history="1">
        <w:proofErr w:type="spellStart"/>
        <w:r w:rsidR="009E6CB4" w:rsidRPr="00D86425">
          <w:rPr>
            <w:rStyle w:val="Hyperlnk"/>
            <w:rFonts w:ascii="Courier New" w:hAnsi="Courier New"/>
            <w:sz w:val="28"/>
          </w:rPr>
          <w:t>anders.sennero@spsm.se</w:t>
        </w:r>
        <w:proofErr w:type="spellEnd"/>
      </w:hyperlink>
      <w:r w:rsidR="009E6CB4">
        <w:rPr>
          <w:rFonts w:ascii="Courier New" w:hAnsi="Courier New"/>
          <w:sz w:val="28"/>
        </w:rPr>
        <w:t xml:space="preserve"> </w:t>
      </w:r>
      <w:r w:rsidR="009E6CB4" w:rsidRPr="009E6CB4">
        <w:rPr>
          <w:rFonts w:ascii="Courier New" w:hAnsi="Courier New"/>
          <w:sz w:val="28"/>
        </w:rPr>
        <w:tab/>
      </w:r>
    </w:p>
    <w:p w:rsidR="006B2D85" w:rsidRDefault="009E6CB4" w:rsidP="009E6CB4">
      <w:pPr>
        <w:ind w:left="170"/>
        <w:rPr>
          <w:rFonts w:ascii="Courier New" w:hAnsi="Courier New"/>
          <w:sz w:val="28"/>
        </w:rPr>
      </w:pPr>
      <w:r w:rsidRPr="009E6CB4">
        <w:rPr>
          <w:rFonts w:ascii="Courier New" w:hAnsi="Courier New"/>
          <w:sz w:val="28"/>
        </w:rPr>
        <w:t>tfn: 010-473 51 36</w:t>
      </w:r>
    </w:p>
    <w:bookmarkEnd w:id="0"/>
    <w:p w:rsidR="003530BD" w:rsidRDefault="003530BD" w:rsidP="003530BD">
      <w:pPr>
        <w:pStyle w:val="Rub2"/>
      </w:pPr>
      <w:r>
        <w:t>Tillägg/ändringar</w:t>
      </w:r>
    </w:p>
    <w:p w:rsidR="00C32259" w:rsidRPr="008C690F" w:rsidRDefault="00C32259" w:rsidP="00C32259">
      <w:pPr>
        <w:pStyle w:val="Normal0"/>
      </w:pPr>
      <w:r>
        <w:t xml:space="preserve">Titta i </w:t>
      </w:r>
      <w:r w:rsidR="0035227F">
        <w:t>elevens e-bok i Textview-format</w:t>
      </w:r>
      <w:r>
        <w:t>, för att se</w:t>
      </w:r>
      <w:r w:rsidR="0035227F">
        <w:t xml:space="preserve"> hur hela formelbladet, sida för sida, är pedagogiskt anpassad och utformad.</w:t>
      </w:r>
    </w:p>
    <w:p w:rsidR="003530BD" w:rsidRDefault="003530BD" w:rsidP="003530BD">
      <w:pPr>
        <w:pStyle w:val="Normal0"/>
      </w:pPr>
    </w:p>
    <w:p w:rsidR="00DE0507" w:rsidRDefault="00DE0507" w:rsidP="00DE0507">
      <w:pPr>
        <w:pStyle w:val="Normal0"/>
      </w:pPr>
      <w:r>
        <w:t>Det förekommer inga bildbeskrivningar.</w:t>
      </w:r>
    </w:p>
    <w:p w:rsidR="00DE0507" w:rsidRDefault="00DE0507" w:rsidP="00DE0507">
      <w:pPr>
        <w:pStyle w:val="Normal0"/>
      </w:pPr>
    </w:p>
    <w:p w:rsidR="00DE0507" w:rsidRDefault="00DE0507" w:rsidP="00DE0507">
      <w:pPr>
        <w:pStyle w:val="Normal0"/>
      </w:pPr>
      <w:r>
        <w:t>Det finns svällpappersbilder i en ringpärm.</w:t>
      </w:r>
    </w:p>
    <w:p w:rsidR="006E355C" w:rsidRDefault="006E355C" w:rsidP="00DE0507">
      <w:pPr>
        <w:pStyle w:val="Normal0"/>
      </w:pPr>
    </w:p>
    <w:p w:rsidR="006E355C" w:rsidRPr="0099328E" w:rsidRDefault="006E355C" w:rsidP="006E355C">
      <w:pPr>
        <w:pStyle w:val="Normal0"/>
      </w:pPr>
      <w:r>
        <w:t>Observera att basytan på pyramiden på svällpappersbilden avviker från förlagan.</w:t>
      </w:r>
    </w:p>
    <w:p w:rsidR="006E355C" w:rsidRDefault="006E355C" w:rsidP="00DE0507">
      <w:pPr>
        <w:pStyle w:val="Normal0"/>
      </w:pPr>
    </w:p>
    <w:p w:rsidR="003530BD" w:rsidRPr="000877AA" w:rsidRDefault="003530BD" w:rsidP="003530BD">
      <w:pPr>
        <w:keepNext/>
        <w:shd w:val="pct20" w:color="auto" w:fill="auto"/>
        <w:spacing w:before="600"/>
        <w:ind w:left="170"/>
        <w:outlineLvl w:val="1"/>
        <w:rPr>
          <w:rFonts w:ascii="Courier New" w:hAnsi="Courier New" w:cs="Arial"/>
          <w:b/>
          <w:sz w:val="28"/>
        </w:rPr>
      </w:pPr>
      <w:r>
        <w:rPr>
          <w:rFonts w:ascii="Courier New" w:hAnsi="Courier New" w:cs="Arial"/>
          <w:b/>
          <w:sz w:val="28"/>
        </w:rPr>
        <w:lastRenderedPageBreak/>
        <w:t>Till läsaren</w:t>
      </w:r>
    </w:p>
    <w:p w:rsidR="00076109" w:rsidRDefault="003530BD" w:rsidP="00243302">
      <w:pPr>
        <w:ind w:left="170"/>
        <w:rPr>
          <w:rFonts w:ascii="Courier New" w:hAnsi="Courier New"/>
          <w:sz w:val="28"/>
        </w:rPr>
      </w:pPr>
      <w:r w:rsidRPr="000877AA">
        <w:rPr>
          <w:rFonts w:ascii="Courier New" w:hAnsi="Courier New"/>
          <w:sz w:val="28"/>
        </w:rPr>
        <w:t>Följande i</w:t>
      </w:r>
      <w:r>
        <w:rPr>
          <w:rFonts w:ascii="Courier New" w:hAnsi="Courier New"/>
          <w:sz w:val="28"/>
        </w:rPr>
        <w:t>nstruktion/text har eleven i si</w:t>
      </w:r>
      <w:r w:rsidR="00E00892">
        <w:rPr>
          <w:rFonts w:ascii="Courier New" w:hAnsi="Courier New"/>
          <w:sz w:val="28"/>
        </w:rPr>
        <w:t>n e-bok</w:t>
      </w:r>
      <w:r w:rsidR="00243302">
        <w:rPr>
          <w:rFonts w:ascii="Courier New" w:hAnsi="Courier New"/>
          <w:sz w:val="28"/>
        </w:rPr>
        <w:t>:</w:t>
      </w:r>
    </w:p>
    <w:p w:rsidR="00E00892" w:rsidRDefault="00E00892" w:rsidP="00243302">
      <w:pPr>
        <w:ind w:left="170"/>
        <w:rPr>
          <w:rFonts w:ascii="Courier New" w:hAnsi="Courier New"/>
          <w:sz w:val="28"/>
        </w:rPr>
      </w:pPr>
    </w:p>
    <w:p w:rsidR="00935FF3" w:rsidRDefault="00935FF3" w:rsidP="00935FF3">
      <w:pPr>
        <w:ind w:left="170"/>
        <w:rPr>
          <w:rFonts w:ascii="Courier New" w:hAnsi="Courier New"/>
          <w:sz w:val="28"/>
        </w:rPr>
      </w:pPr>
      <w:r w:rsidRPr="00DE0507">
        <w:rPr>
          <w:rFonts w:ascii="Courier New" w:hAnsi="Courier New"/>
          <w:sz w:val="28"/>
        </w:rPr>
        <w:t>Det finns inga bildbeskrivningar.</w:t>
      </w:r>
    </w:p>
    <w:p w:rsidR="00935FF3" w:rsidRPr="00DE0507" w:rsidRDefault="00935FF3" w:rsidP="00935FF3">
      <w:pPr>
        <w:ind w:left="170"/>
        <w:rPr>
          <w:rFonts w:ascii="Courier New" w:hAnsi="Courier New"/>
          <w:sz w:val="28"/>
        </w:rPr>
      </w:pPr>
    </w:p>
    <w:p w:rsidR="00935FF3" w:rsidRPr="00DE0507" w:rsidRDefault="00935FF3" w:rsidP="00935FF3">
      <w:pPr>
        <w:ind w:left="170"/>
        <w:rPr>
          <w:rFonts w:ascii="Courier New" w:hAnsi="Courier New"/>
          <w:sz w:val="28"/>
        </w:rPr>
      </w:pPr>
      <w:r w:rsidRPr="00DE0507">
        <w:rPr>
          <w:rFonts w:ascii="Courier New" w:hAnsi="Courier New"/>
          <w:sz w:val="28"/>
        </w:rPr>
        <w:t>Det finns svällpappersbilder i en ringpärm.</w:t>
      </w:r>
    </w:p>
    <w:p w:rsidR="00935FF3" w:rsidRPr="00DE0507" w:rsidRDefault="00935FF3" w:rsidP="00935FF3">
      <w:pPr>
        <w:ind w:left="170"/>
        <w:rPr>
          <w:rFonts w:ascii="Courier New" w:hAnsi="Courier New"/>
          <w:sz w:val="28"/>
        </w:rPr>
      </w:pPr>
    </w:p>
    <w:p w:rsidR="00935FF3" w:rsidRPr="00DE0507" w:rsidRDefault="00935FF3" w:rsidP="00935FF3">
      <w:pPr>
        <w:ind w:left="170"/>
        <w:rPr>
          <w:rFonts w:ascii="Courier New" w:hAnsi="Courier New"/>
          <w:sz w:val="28"/>
        </w:rPr>
      </w:pPr>
      <w:r w:rsidRPr="00DE0507">
        <w:rPr>
          <w:rFonts w:ascii="Courier New" w:hAnsi="Courier New"/>
          <w:sz w:val="28"/>
        </w:rPr>
        <w:t>Observera att vissa matematiska tecken återges på olika sätt i Textview jämfört med svällpappersbilderna.</w:t>
      </w:r>
    </w:p>
    <w:p w:rsidR="00935FF3" w:rsidRPr="00DE0507" w:rsidRDefault="00935FF3" w:rsidP="00935FF3">
      <w:pPr>
        <w:ind w:left="170"/>
        <w:rPr>
          <w:rFonts w:ascii="Courier New" w:hAnsi="Courier New"/>
          <w:sz w:val="28"/>
        </w:rPr>
      </w:pPr>
    </w:p>
    <w:p w:rsidR="00935FF3" w:rsidRPr="00DE0507" w:rsidRDefault="00935FF3" w:rsidP="00935FF3">
      <w:pPr>
        <w:ind w:left="170"/>
        <w:rPr>
          <w:rFonts w:ascii="Courier New" w:hAnsi="Courier New"/>
          <w:sz w:val="28"/>
        </w:rPr>
      </w:pPr>
      <w:r w:rsidRPr="00DE0507">
        <w:rPr>
          <w:rFonts w:ascii="Courier New" w:hAnsi="Courier New"/>
          <w:sz w:val="28"/>
        </w:rPr>
        <w:t xml:space="preserve">Läs mer om formler och matematik samt </w:t>
      </w:r>
      <w:proofErr w:type="spellStart"/>
      <w:r w:rsidRPr="00DE0507">
        <w:rPr>
          <w:rFonts w:ascii="Courier New" w:hAnsi="Courier New"/>
          <w:sz w:val="28"/>
        </w:rPr>
        <w:t>ASCIIMath</w:t>
      </w:r>
      <w:proofErr w:type="spellEnd"/>
      <w:r w:rsidRPr="00DE0507">
        <w:rPr>
          <w:rFonts w:ascii="Courier New" w:hAnsi="Courier New"/>
          <w:sz w:val="28"/>
        </w:rPr>
        <w:t xml:space="preserve"> i e-böcker på Specialpedagogiska skolmyndighetens hemsida, </w:t>
      </w:r>
      <w:proofErr w:type="spellStart"/>
      <w:r w:rsidRPr="00DE0507">
        <w:rPr>
          <w:rFonts w:ascii="Courier New" w:hAnsi="Courier New"/>
          <w:sz w:val="28"/>
        </w:rPr>
        <w:t>www.spsm.se</w:t>
      </w:r>
      <w:proofErr w:type="spellEnd"/>
      <w:r w:rsidRPr="00DE0507">
        <w:rPr>
          <w:rFonts w:ascii="Courier New" w:hAnsi="Courier New"/>
          <w:sz w:val="28"/>
        </w:rPr>
        <w:t>.</w:t>
      </w:r>
    </w:p>
    <w:p w:rsidR="00935FF3" w:rsidRPr="00DE0507" w:rsidRDefault="00935FF3" w:rsidP="00935FF3">
      <w:pPr>
        <w:ind w:left="170"/>
        <w:rPr>
          <w:rFonts w:ascii="Courier New" w:hAnsi="Courier New"/>
          <w:sz w:val="28"/>
        </w:rPr>
      </w:pPr>
    </w:p>
    <w:p w:rsidR="00935FF3" w:rsidRDefault="00935FF3" w:rsidP="00935FF3">
      <w:pPr>
        <w:ind w:left="170"/>
        <w:rPr>
          <w:rFonts w:ascii="Courier New" w:hAnsi="Courier New"/>
          <w:sz w:val="28"/>
        </w:rPr>
      </w:pPr>
      <w:r w:rsidRPr="00243302">
        <w:rPr>
          <w:rFonts w:ascii="Courier New" w:hAnsi="Courier New"/>
          <w:sz w:val="28"/>
        </w:rPr>
        <w:t>Punktskriften på svällpappersbilderna följer Punktskriftsnämndens skrivregler.</w:t>
      </w:r>
      <w:r>
        <w:rPr>
          <w:rFonts w:ascii="Courier New" w:hAnsi="Courier New"/>
          <w:sz w:val="28"/>
        </w:rPr>
        <w:t xml:space="preserve"> Läs mer på Punktskriftsnämndens hemsida, </w:t>
      </w:r>
      <w:proofErr w:type="spellStart"/>
      <w:r>
        <w:rPr>
          <w:rFonts w:ascii="Courier New" w:hAnsi="Courier New"/>
          <w:sz w:val="28"/>
        </w:rPr>
        <w:t>www.mtm.se</w:t>
      </w:r>
      <w:proofErr w:type="spellEnd"/>
      <w:r>
        <w:rPr>
          <w:rFonts w:ascii="Courier New" w:hAnsi="Courier New"/>
          <w:sz w:val="28"/>
        </w:rPr>
        <w:t>.</w:t>
      </w:r>
    </w:p>
    <w:p w:rsidR="00076109" w:rsidRDefault="00C579FC" w:rsidP="00076109">
      <w:pPr>
        <w:pStyle w:val="Rub2"/>
      </w:pPr>
      <w:bookmarkStart w:id="1" w:name="_GoBack"/>
      <w:bookmarkEnd w:id="1"/>
      <w:r>
        <w:t xml:space="preserve">E-bok i </w:t>
      </w:r>
      <w:r w:rsidR="00076109">
        <w:t>Textview</w:t>
      </w:r>
      <w:r>
        <w:t xml:space="preserve"> och svällpappersbilder</w:t>
      </w:r>
    </w:p>
    <w:p w:rsidR="00243302" w:rsidRDefault="00243302" w:rsidP="00243302">
      <w:pPr>
        <w:ind w:left="170"/>
        <w:rPr>
          <w:rFonts w:ascii="Courier New" w:hAnsi="Courier New"/>
          <w:sz w:val="28"/>
        </w:rPr>
      </w:pPr>
      <w:r w:rsidRPr="00243302">
        <w:rPr>
          <w:rFonts w:ascii="Courier New" w:hAnsi="Courier New"/>
          <w:sz w:val="28"/>
        </w:rPr>
        <w:t xml:space="preserve">Läs om formler och matematik samt </w:t>
      </w:r>
      <w:proofErr w:type="spellStart"/>
      <w:r w:rsidRPr="00243302">
        <w:rPr>
          <w:rFonts w:ascii="Courier New" w:hAnsi="Courier New"/>
          <w:sz w:val="28"/>
        </w:rPr>
        <w:t>ASCIIMath</w:t>
      </w:r>
      <w:proofErr w:type="spellEnd"/>
      <w:r w:rsidRPr="00243302">
        <w:rPr>
          <w:rFonts w:ascii="Courier New" w:hAnsi="Courier New"/>
          <w:sz w:val="28"/>
        </w:rPr>
        <w:t xml:space="preserve"> i e-böcker på Specialpedagogiska skolmyndighetens hemsida, </w:t>
      </w:r>
      <w:hyperlink r:id="rId11" w:history="1">
        <w:proofErr w:type="spellStart"/>
        <w:r w:rsidRPr="009A3421">
          <w:rPr>
            <w:rStyle w:val="Hyperlnk"/>
            <w:rFonts w:ascii="Courier New" w:hAnsi="Courier New"/>
            <w:sz w:val="28"/>
          </w:rPr>
          <w:t>www.spsm.se</w:t>
        </w:r>
        <w:proofErr w:type="spellEnd"/>
      </w:hyperlink>
      <w:r w:rsidRPr="00243302">
        <w:rPr>
          <w:rFonts w:ascii="Courier New" w:hAnsi="Courier New"/>
          <w:sz w:val="28"/>
        </w:rPr>
        <w:t>.</w:t>
      </w:r>
    </w:p>
    <w:p w:rsidR="00243302" w:rsidRPr="00243302" w:rsidRDefault="00243302" w:rsidP="00243302">
      <w:pPr>
        <w:ind w:left="170"/>
        <w:rPr>
          <w:rFonts w:ascii="Courier New" w:hAnsi="Courier New"/>
          <w:sz w:val="28"/>
        </w:rPr>
      </w:pPr>
    </w:p>
    <w:p w:rsidR="00243302" w:rsidRDefault="00243302" w:rsidP="00243302">
      <w:pPr>
        <w:ind w:left="170"/>
        <w:rPr>
          <w:rFonts w:ascii="Courier New" w:hAnsi="Courier New"/>
          <w:sz w:val="28"/>
        </w:rPr>
      </w:pPr>
      <w:r w:rsidRPr="00243302">
        <w:rPr>
          <w:rFonts w:ascii="Courier New" w:hAnsi="Courier New"/>
          <w:sz w:val="28"/>
        </w:rPr>
        <w:t>Punktskriften på svällpappersbilderna följer Punktskriftsnämndens skrivregler. De ger ut skrifter där du kan du läsa hur punktskriften skrivs. De kan köpas i tryck, läsas från hemsidan www.mtm.se eller lånas från bibliotek.</w:t>
      </w:r>
    </w:p>
    <w:p w:rsidR="00243302" w:rsidRPr="00243302" w:rsidRDefault="00243302" w:rsidP="00243302">
      <w:pPr>
        <w:ind w:left="170"/>
        <w:rPr>
          <w:rFonts w:ascii="Courier New" w:hAnsi="Courier New"/>
          <w:sz w:val="28"/>
        </w:rPr>
      </w:pPr>
    </w:p>
    <w:p w:rsidR="00243302" w:rsidRPr="00243302" w:rsidRDefault="00243302" w:rsidP="00243302">
      <w:pPr>
        <w:ind w:left="170"/>
        <w:rPr>
          <w:rFonts w:ascii="Courier New" w:hAnsi="Courier New"/>
          <w:sz w:val="28"/>
        </w:rPr>
      </w:pPr>
      <w:r w:rsidRPr="00243302">
        <w:rPr>
          <w:rFonts w:ascii="Courier New" w:hAnsi="Courier New"/>
          <w:sz w:val="28"/>
        </w:rPr>
        <w:t>Aktuellt för provet är skrifterna:</w:t>
      </w:r>
    </w:p>
    <w:p w:rsidR="00243302" w:rsidRPr="00243302" w:rsidRDefault="00243302" w:rsidP="00243302">
      <w:pPr>
        <w:numPr>
          <w:ilvl w:val="0"/>
          <w:numId w:val="11"/>
        </w:numPr>
        <w:rPr>
          <w:rFonts w:ascii="Courier New" w:hAnsi="Courier New"/>
          <w:sz w:val="28"/>
        </w:rPr>
      </w:pPr>
      <w:r w:rsidRPr="00243302">
        <w:rPr>
          <w:rFonts w:ascii="Courier New" w:hAnsi="Courier New"/>
          <w:sz w:val="28"/>
        </w:rPr>
        <w:t>Punktskriftens skrivregler för matematik och naturvetenskap</w:t>
      </w:r>
    </w:p>
    <w:p w:rsidR="00243302" w:rsidRPr="00243302" w:rsidRDefault="00243302" w:rsidP="00243302">
      <w:pPr>
        <w:numPr>
          <w:ilvl w:val="0"/>
          <w:numId w:val="11"/>
        </w:numPr>
        <w:rPr>
          <w:rFonts w:ascii="Courier New" w:hAnsi="Courier New"/>
          <w:sz w:val="28"/>
        </w:rPr>
      </w:pPr>
      <w:r w:rsidRPr="00243302">
        <w:rPr>
          <w:rFonts w:ascii="Courier New" w:hAnsi="Courier New"/>
          <w:sz w:val="28"/>
        </w:rPr>
        <w:t>Svenska skrivregler för punktskrift</w:t>
      </w:r>
    </w:p>
    <w:p w:rsidR="004E2016" w:rsidRDefault="004E2016" w:rsidP="004E2016">
      <w:pPr>
        <w:pStyle w:val="Rub2"/>
      </w:pPr>
      <w:r>
        <w:t>Synpunkter och kontakt</w:t>
      </w:r>
    </w:p>
    <w:p w:rsidR="00495122" w:rsidRDefault="00495122" w:rsidP="00495122">
      <w:pPr>
        <w:pStyle w:val="Normal0"/>
        <w:numPr>
          <w:ilvl w:val="0"/>
          <w:numId w:val="9"/>
        </w:numPr>
      </w:pPr>
      <w:r>
        <w:t xml:space="preserve">Vid frågor om produktion och beställningar kontakta Skolverket, Tommy </w:t>
      </w:r>
      <w:proofErr w:type="spellStart"/>
      <w:r>
        <w:t>Mobrin</w:t>
      </w:r>
      <w:proofErr w:type="spellEnd"/>
      <w:r>
        <w:t>, på tel. 08-527 335 51.</w:t>
      </w:r>
    </w:p>
    <w:p w:rsidR="00C937C8" w:rsidRDefault="00495122" w:rsidP="00495122">
      <w:pPr>
        <w:pStyle w:val="Normal0"/>
        <w:numPr>
          <w:ilvl w:val="0"/>
          <w:numId w:val="9"/>
        </w:numPr>
      </w:pPr>
      <w:r>
        <w:t>Dela gärna med dig av dina synpunkter av de anpassade proven till SPS</w:t>
      </w:r>
      <w:r w:rsidR="00C937C8">
        <w:t>M, Anpassningsfunktionen på tel.</w:t>
      </w:r>
    </w:p>
    <w:p w:rsidR="004E2016" w:rsidRDefault="00495122" w:rsidP="001A655B">
      <w:pPr>
        <w:pStyle w:val="Normal0"/>
        <w:ind w:left="890"/>
      </w:pPr>
      <w:r>
        <w:t>010-473 50 00.</w:t>
      </w:r>
    </w:p>
    <w:sectPr w:rsidR="004E2016" w:rsidSect="004A4C8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2268" w:bottom="1985" w:left="2268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3B3" w:rsidRDefault="008A13B3" w:rsidP="007B070D">
      <w:r>
        <w:separator/>
      </w:r>
    </w:p>
  </w:endnote>
  <w:endnote w:type="continuationSeparator" w:id="0">
    <w:p w:rsidR="008A13B3" w:rsidRDefault="008A13B3" w:rsidP="007B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3B3" w:rsidRDefault="008A13B3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3B3" w:rsidRDefault="008A13B3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3B3" w:rsidRDefault="008A13B3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3B3" w:rsidRDefault="008A13B3" w:rsidP="007B070D">
      <w:r>
        <w:separator/>
      </w:r>
    </w:p>
  </w:footnote>
  <w:footnote w:type="continuationSeparator" w:id="0">
    <w:p w:rsidR="008A13B3" w:rsidRDefault="008A13B3" w:rsidP="007B0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3B3" w:rsidRDefault="008A13B3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3B3" w:rsidRDefault="008A13B3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3B3" w:rsidRDefault="008A13B3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3EA2"/>
    <w:multiLevelType w:val="hybridMultilevel"/>
    <w:tmpl w:val="41220C9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A6E70"/>
    <w:multiLevelType w:val="hybridMultilevel"/>
    <w:tmpl w:val="D38074B4"/>
    <w:lvl w:ilvl="0" w:tplc="D28A769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250" w:hanging="360"/>
      </w:pPr>
    </w:lvl>
    <w:lvl w:ilvl="2" w:tplc="041D001B" w:tentative="1">
      <w:start w:val="1"/>
      <w:numFmt w:val="lowerRoman"/>
      <w:lvlText w:val="%3."/>
      <w:lvlJc w:val="right"/>
      <w:pPr>
        <w:ind w:left="1970" w:hanging="180"/>
      </w:pPr>
    </w:lvl>
    <w:lvl w:ilvl="3" w:tplc="041D000F" w:tentative="1">
      <w:start w:val="1"/>
      <w:numFmt w:val="decimal"/>
      <w:lvlText w:val="%4."/>
      <w:lvlJc w:val="left"/>
      <w:pPr>
        <w:ind w:left="2690" w:hanging="360"/>
      </w:pPr>
    </w:lvl>
    <w:lvl w:ilvl="4" w:tplc="041D0019" w:tentative="1">
      <w:start w:val="1"/>
      <w:numFmt w:val="lowerLetter"/>
      <w:lvlText w:val="%5."/>
      <w:lvlJc w:val="left"/>
      <w:pPr>
        <w:ind w:left="3410" w:hanging="360"/>
      </w:pPr>
    </w:lvl>
    <w:lvl w:ilvl="5" w:tplc="041D001B" w:tentative="1">
      <w:start w:val="1"/>
      <w:numFmt w:val="lowerRoman"/>
      <w:lvlText w:val="%6."/>
      <w:lvlJc w:val="right"/>
      <w:pPr>
        <w:ind w:left="4130" w:hanging="180"/>
      </w:pPr>
    </w:lvl>
    <w:lvl w:ilvl="6" w:tplc="041D000F" w:tentative="1">
      <w:start w:val="1"/>
      <w:numFmt w:val="decimal"/>
      <w:lvlText w:val="%7."/>
      <w:lvlJc w:val="left"/>
      <w:pPr>
        <w:ind w:left="4850" w:hanging="360"/>
      </w:pPr>
    </w:lvl>
    <w:lvl w:ilvl="7" w:tplc="041D0019" w:tentative="1">
      <w:start w:val="1"/>
      <w:numFmt w:val="lowerLetter"/>
      <w:lvlText w:val="%8."/>
      <w:lvlJc w:val="left"/>
      <w:pPr>
        <w:ind w:left="5570" w:hanging="360"/>
      </w:pPr>
    </w:lvl>
    <w:lvl w:ilvl="8" w:tplc="041D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4012176"/>
    <w:multiLevelType w:val="hybridMultilevel"/>
    <w:tmpl w:val="B15C92E4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7D326AE"/>
    <w:multiLevelType w:val="hybridMultilevel"/>
    <w:tmpl w:val="4E1E3B60"/>
    <w:lvl w:ilvl="0" w:tplc="FF40C4D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250" w:hanging="360"/>
      </w:pPr>
    </w:lvl>
    <w:lvl w:ilvl="2" w:tplc="041D001B" w:tentative="1">
      <w:start w:val="1"/>
      <w:numFmt w:val="lowerRoman"/>
      <w:lvlText w:val="%3."/>
      <w:lvlJc w:val="right"/>
      <w:pPr>
        <w:ind w:left="1970" w:hanging="180"/>
      </w:pPr>
    </w:lvl>
    <w:lvl w:ilvl="3" w:tplc="041D000F" w:tentative="1">
      <w:start w:val="1"/>
      <w:numFmt w:val="decimal"/>
      <w:lvlText w:val="%4."/>
      <w:lvlJc w:val="left"/>
      <w:pPr>
        <w:ind w:left="2690" w:hanging="360"/>
      </w:pPr>
    </w:lvl>
    <w:lvl w:ilvl="4" w:tplc="041D0019" w:tentative="1">
      <w:start w:val="1"/>
      <w:numFmt w:val="lowerLetter"/>
      <w:lvlText w:val="%5."/>
      <w:lvlJc w:val="left"/>
      <w:pPr>
        <w:ind w:left="3410" w:hanging="360"/>
      </w:pPr>
    </w:lvl>
    <w:lvl w:ilvl="5" w:tplc="041D001B" w:tentative="1">
      <w:start w:val="1"/>
      <w:numFmt w:val="lowerRoman"/>
      <w:lvlText w:val="%6."/>
      <w:lvlJc w:val="right"/>
      <w:pPr>
        <w:ind w:left="4130" w:hanging="180"/>
      </w:pPr>
    </w:lvl>
    <w:lvl w:ilvl="6" w:tplc="041D000F" w:tentative="1">
      <w:start w:val="1"/>
      <w:numFmt w:val="decimal"/>
      <w:lvlText w:val="%7."/>
      <w:lvlJc w:val="left"/>
      <w:pPr>
        <w:ind w:left="4850" w:hanging="360"/>
      </w:pPr>
    </w:lvl>
    <w:lvl w:ilvl="7" w:tplc="041D0019" w:tentative="1">
      <w:start w:val="1"/>
      <w:numFmt w:val="lowerLetter"/>
      <w:lvlText w:val="%8."/>
      <w:lvlJc w:val="left"/>
      <w:pPr>
        <w:ind w:left="5570" w:hanging="360"/>
      </w:pPr>
    </w:lvl>
    <w:lvl w:ilvl="8" w:tplc="041D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4A710D45"/>
    <w:multiLevelType w:val="hybridMultilevel"/>
    <w:tmpl w:val="A774AB88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63D65B72"/>
    <w:multiLevelType w:val="hybridMultilevel"/>
    <w:tmpl w:val="FFC4A840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4D04C84"/>
    <w:multiLevelType w:val="hybridMultilevel"/>
    <w:tmpl w:val="D070E90C"/>
    <w:lvl w:ilvl="0" w:tplc="DDB03EC0">
      <w:numFmt w:val="bullet"/>
      <w:lvlText w:val=""/>
      <w:lvlJc w:val="left"/>
      <w:pPr>
        <w:ind w:left="530" w:hanging="360"/>
      </w:pPr>
      <w:rPr>
        <w:rFonts w:ascii="Symbol" w:eastAsia="Calibri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691D58D7"/>
    <w:multiLevelType w:val="hybridMultilevel"/>
    <w:tmpl w:val="FB8231FC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6C890ADA"/>
    <w:multiLevelType w:val="hybridMultilevel"/>
    <w:tmpl w:val="3B7A120E"/>
    <w:lvl w:ilvl="0" w:tplc="859425A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250" w:hanging="360"/>
      </w:pPr>
    </w:lvl>
    <w:lvl w:ilvl="2" w:tplc="041D001B" w:tentative="1">
      <w:start w:val="1"/>
      <w:numFmt w:val="lowerRoman"/>
      <w:lvlText w:val="%3."/>
      <w:lvlJc w:val="right"/>
      <w:pPr>
        <w:ind w:left="1970" w:hanging="180"/>
      </w:pPr>
    </w:lvl>
    <w:lvl w:ilvl="3" w:tplc="041D000F" w:tentative="1">
      <w:start w:val="1"/>
      <w:numFmt w:val="decimal"/>
      <w:lvlText w:val="%4."/>
      <w:lvlJc w:val="left"/>
      <w:pPr>
        <w:ind w:left="2690" w:hanging="360"/>
      </w:pPr>
    </w:lvl>
    <w:lvl w:ilvl="4" w:tplc="041D0019" w:tentative="1">
      <w:start w:val="1"/>
      <w:numFmt w:val="lowerLetter"/>
      <w:lvlText w:val="%5."/>
      <w:lvlJc w:val="left"/>
      <w:pPr>
        <w:ind w:left="3410" w:hanging="360"/>
      </w:pPr>
    </w:lvl>
    <w:lvl w:ilvl="5" w:tplc="041D001B" w:tentative="1">
      <w:start w:val="1"/>
      <w:numFmt w:val="lowerRoman"/>
      <w:lvlText w:val="%6."/>
      <w:lvlJc w:val="right"/>
      <w:pPr>
        <w:ind w:left="4130" w:hanging="180"/>
      </w:pPr>
    </w:lvl>
    <w:lvl w:ilvl="6" w:tplc="041D000F" w:tentative="1">
      <w:start w:val="1"/>
      <w:numFmt w:val="decimal"/>
      <w:lvlText w:val="%7."/>
      <w:lvlJc w:val="left"/>
      <w:pPr>
        <w:ind w:left="4850" w:hanging="360"/>
      </w:pPr>
    </w:lvl>
    <w:lvl w:ilvl="7" w:tplc="041D0019" w:tentative="1">
      <w:start w:val="1"/>
      <w:numFmt w:val="lowerLetter"/>
      <w:lvlText w:val="%8."/>
      <w:lvlJc w:val="left"/>
      <w:pPr>
        <w:ind w:left="5570" w:hanging="360"/>
      </w:pPr>
    </w:lvl>
    <w:lvl w:ilvl="8" w:tplc="041D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700C5AE1"/>
    <w:multiLevelType w:val="hybridMultilevel"/>
    <w:tmpl w:val="61848D52"/>
    <w:lvl w:ilvl="0" w:tplc="95D8E39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250" w:hanging="360"/>
      </w:pPr>
    </w:lvl>
    <w:lvl w:ilvl="2" w:tplc="041D001B" w:tentative="1">
      <w:start w:val="1"/>
      <w:numFmt w:val="lowerRoman"/>
      <w:lvlText w:val="%3."/>
      <w:lvlJc w:val="right"/>
      <w:pPr>
        <w:ind w:left="1970" w:hanging="180"/>
      </w:pPr>
    </w:lvl>
    <w:lvl w:ilvl="3" w:tplc="041D000F" w:tentative="1">
      <w:start w:val="1"/>
      <w:numFmt w:val="decimal"/>
      <w:lvlText w:val="%4."/>
      <w:lvlJc w:val="left"/>
      <w:pPr>
        <w:ind w:left="2690" w:hanging="360"/>
      </w:pPr>
    </w:lvl>
    <w:lvl w:ilvl="4" w:tplc="041D0019" w:tentative="1">
      <w:start w:val="1"/>
      <w:numFmt w:val="lowerLetter"/>
      <w:lvlText w:val="%5."/>
      <w:lvlJc w:val="left"/>
      <w:pPr>
        <w:ind w:left="3410" w:hanging="360"/>
      </w:pPr>
    </w:lvl>
    <w:lvl w:ilvl="5" w:tplc="041D001B" w:tentative="1">
      <w:start w:val="1"/>
      <w:numFmt w:val="lowerRoman"/>
      <w:lvlText w:val="%6."/>
      <w:lvlJc w:val="right"/>
      <w:pPr>
        <w:ind w:left="4130" w:hanging="180"/>
      </w:pPr>
    </w:lvl>
    <w:lvl w:ilvl="6" w:tplc="041D000F" w:tentative="1">
      <w:start w:val="1"/>
      <w:numFmt w:val="decimal"/>
      <w:lvlText w:val="%7."/>
      <w:lvlJc w:val="left"/>
      <w:pPr>
        <w:ind w:left="4850" w:hanging="360"/>
      </w:pPr>
    </w:lvl>
    <w:lvl w:ilvl="7" w:tplc="041D0019" w:tentative="1">
      <w:start w:val="1"/>
      <w:numFmt w:val="lowerLetter"/>
      <w:lvlText w:val="%8."/>
      <w:lvlJc w:val="left"/>
      <w:pPr>
        <w:ind w:left="5570" w:hanging="360"/>
      </w:pPr>
    </w:lvl>
    <w:lvl w:ilvl="8" w:tplc="041D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705E22FC"/>
    <w:multiLevelType w:val="hybridMultilevel"/>
    <w:tmpl w:val="EA8A71A0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130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3B3"/>
    <w:rsid w:val="0002229E"/>
    <w:rsid w:val="000225E3"/>
    <w:rsid w:val="00027B16"/>
    <w:rsid w:val="00027B6A"/>
    <w:rsid w:val="0004141B"/>
    <w:rsid w:val="0005020A"/>
    <w:rsid w:val="00055CC3"/>
    <w:rsid w:val="00076109"/>
    <w:rsid w:val="00083F9C"/>
    <w:rsid w:val="000877AA"/>
    <w:rsid w:val="000A59F7"/>
    <w:rsid w:val="000D4EEE"/>
    <w:rsid w:val="000F489B"/>
    <w:rsid w:val="001155CC"/>
    <w:rsid w:val="00130318"/>
    <w:rsid w:val="00163240"/>
    <w:rsid w:val="001668EC"/>
    <w:rsid w:val="00167B21"/>
    <w:rsid w:val="00181273"/>
    <w:rsid w:val="001A655B"/>
    <w:rsid w:val="001C529A"/>
    <w:rsid w:val="001D6AA9"/>
    <w:rsid w:val="001E56F4"/>
    <w:rsid w:val="00204FD4"/>
    <w:rsid w:val="00212005"/>
    <w:rsid w:val="00225620"/>
    <w:rsid w:val="00226D50"/>
    <w:rsid w:val="002347E6"/>
    <w:rsid w:val="0023620F"/>
    <w:rsid w:val="00243302"/>
    <w:rsid w:val="00247747"/>
    <w:rsid w:val="00251C21"/>
    <w:rsid w:val="002575A5"/>
    <w:rsid w:val="00260832"/>
    <w:rsid w:val="002628FE"/>
    <w:rsid w:val="00266817"/>
    <w:rsid w:val="00280E54"/>
    <w:rsid w:val="00282C38"/>
    <w:rsid w:val="002B31D4"/>
    <w:rsid w:val="002B3F42"/>
    <w:rsid w:val="002C1163"/>
    <w:rsid w:val="002C1EC0"/>
    <w:rsid w:val="002C4382"/>
    <w:rsid w:val="00300066"/>
    <w:rsid w:val="0031534F"/>
    <w:rsid w:val="00316428"/>
    <w:rsid w:val="0035227F"/>
    <w:rsid w:val="003530BD"/>
    <w:rsid w:val="00360277"/>
    <w:rsid w:val="00363A9F"/>
    <w:rsid w:val="0036531E"/>
    <w:rsid w:val="00365B98"/>
    <w:rsid w:val="003661AA"/>
    <w:rsid w:val="00374AE1"/>
    <w:rsid w:val="00385D2D"/>
    <w:rsid w:val="0038732A"/>
    <w:rsid w:val="003906CF"/>
    <w:rsid w:val="00396FE4"/>
    <w:rsid w:val="003A379D"/>
    <w:rsid w:val="003B34EA"/>
    <w:rsid w:val="003C1AB4"/>
    <w:rsid w:val="003C1F44"/>
    <w:rsid w:val="003C29E1"/>
    <w:rsid w:val="003C4FB8"/>
    <w:rsid w:val="003D7EDF"/>
    <w:rsid w:val="003F260C"/>
    <w:rsid w:val="003F56BE"/>
    <w:rsid w:val="00400EAA"/>
    <w:rsid w:val="0041769E"/>
    <w:rsid w:val="004262E2"/>
    <w:rsid w:val="00437D3F"/>
    <w:rsid w:val="00441CE9"/>
    <w:rsid w:val="00445789"/>
    <w:rsid w:val="00463DB8"/>
    <w:rsid w:val="004745CF"/>
    <w:rsid w:val="004832D0"/>
    <w:rsid w:val="00486E9F"/>
    <w:rsid w:val="00495122"/>
    <w:rsid w:val="004A4C8E"/>
    <w:rsid w:val="004B3D64"/>
    <w:rsid w:val="004B6F06"/>
    <w:rsid w:val="004C18BA"/>
    <w:rsid w:val="004D35E2"/>
    <w:rsid w:val="004E2016"/>
    <w:rsid w:val="004F4D0E"/>
    <w:rsid w:val="004F78AD"/>
    <w:rsid w:val="0050231D"/>
    <w:rsid w:val="00502686"/>
    <w:rsid w:val="005156C6"/>
    <w:rsid w:val="00540860"/>
    <w:rsid w:val="00546C94"/>
    <w:rsid w:val="00555DA6"/>
    <w:rsid w:val="00570CA0"/>
    <w:rsid w:val="005714C1"/>
    <w:rsid w:val="00576E24"/>
    <w:rsid w:val="005B21A9"/>
    <w:rsid w:val="005B79D0"/>
    <w:rsid w:val="005D0207"/>
    <w:rsid w:val="005E1804"/>
    <w:rsid w:val="005F34BC"/>
    <w:rsid w:val="005F5170"/>
    <w:rsid w:val="00613DC9"/>
    <w:rsid w:val="00614996"/>
    <w:rsid w:val="0065248E"/>
    <w:rsid w:val="006A62F8"/>
    <w:rsid w:val="006B04CA"/>
    <w:rsid w:val="006B2D85"/>
    <w:rsid w:val="006D29D7"/>
    <w:rsid w:val="006D66E5"/>
    <w:rsid w:val="006E355C"/>
    <w:rsid w:val="006E5EDE"/>
    <w:rsid w:val="006F36FF"/>
    <w:rsid w:val="006F47D0"/>
    <w:rsid w:val="007252F4"/>
    <w:rsid w:val="00730275"/>
    <w:rsid w:val="00733766"/>
    <w:rsid w:val="0074593C"/>
    <w:rsid w:val="007466FC"/>
    <w:rsid w:val="00753926"/>
    <w:rsid w:val="00772C71"/>
    <w:rsid w:val="00775211"/>
    <w:rsid w:val="0078638F"/>
    <w:rsid w:val="007A0D50"/>
    <w:rsid w:val="007A1D01"/>
    <w:rsid w:val="007B070D"/>
    <w:rsid w:val="007B1105"/>
    <w:rsid w:val="007B7626"/>
    <w:rsid w:val="007C3C68"/>
    <w:rsid w:val="007C4792"/>
    <w:rsid w:val="007E0925"/>
    <w:rsid w:val="007E1526"/>
    <w:rsid w:val="007E56EA"/>
    <w:rsid w:val="00803174"/>
    <w:rsid w:val="0084676B"/>
    <w:rsid w:val="008730E9"/>
    <w:rsid w:val="0088787B"/>
    <w:rsid w:val="00891D22"/>
    <w:rsid w:val="008A13B3"/>
    <w:rsid w:val="008C3BB1"/>
    <w:rsid w:val="008E43C1"/>
    <w:rsid w:val="008E62CD"/>
    <w:rsid w:val="008F6878"/>
    <w:rsid w:val="00905846"/>
    <w:rsid w:val="00907168"/>
    <w:rsid w:val="0090797F"/>
    <w:rsid w:val="00914EC3"/>
    <w:rsid w:val="00935FF3"/>
    <w:rsid w:val="00942AA7"/>
    <w:rsid w:val="00953ECB"/>
    <w:rsid w:val="009577DE"/>
    <w:rsid w:val="0099533E"/>
    <w:rsid w:val="009D6889"/>
    <w:rsid w:val="009E2CC4"/>
    <w:rsid w:val="009E6CB4"/>
    <w:rsid w:val="009F0EE7"/>
    <w:rsid w:val="009F329B"/>
    <w:rsid w:val="009F56FA"/>
    <w:rsid w:val="00A04645"/>
    <w:rsid w:val="00A100B7"/>
    <w:rsid w:val="00A35142"/>
    <w:rsid w:val="00A40CEF"/>
    <w:rsid w:val="00A56376"/>
    <w:rsid w:val="00A720DA"/>
    <w:rsid w:val="00A772A2"/>
    <w:rsid w:val="00A811EA"/>
    <w:rsid w:val="00A8516A"/>
    <w:rsid w:val="00A85B6B"/>
    <w:rsid w:val="00A90DDF"/>
    <w:rsid w:val="00A94FA8"/>
    <w:rsid w:val="00A969A6"/>
    <w:rsid w:val="00AA5497"/>
    <w:rsid w:val="00AC4AC6"/>
    <w:rsid w:val="00AD6D19"/>
    <w:rsid w:val="00AE5D1C"/>
    <w:rsid w:val="00B04E99"/>
    <w:rsid w:val="00B20B74"/>
    <w:rsid w:val="00B34D00"/>
    <w:rsid w:val="00B40F7F"/>
    <w:rsid w:val="00B44FBE"/>
    <w:rsid w:val="00B54059"/>
    <w:rsid w:val="00B6457C"/>
    <w:rsid w:val="00B671C2"/>
    <w:rsid w:val="00B679EF"/>
    <w:rsid w:val="00B70C74"/>
    <w:rsid w:val="00B72620"/>
    <w:rsid w:val="00B72FEF"/>
    <w:rsid w:val="00B9235C"/>
    <w:rsid w:val="00B92789"/>
    <w:rsid w:val="00B979B7"/>
    <w:rsid w:val="00BA435B"/>
    <w:rsid w:val="00BA57F2"/>
    <w:rsid w:val="00BA6FC6"/>
    <w:rsid w:val="00BE0A99"/>
    <w:rsid w:val="00BE3127"/>
    <w:rsid w:val="00BE639C"/>
    <w:rsid w:val="00BF3132"/>
    <w:rsid w:val="00C018CF"/>
    <w:rsid w:val="00C048A9"/>
    <w:rsid w:val="00C05F03"/>
    <w:rsid w:val="00C111FD"/>
    <w:rsid w:val="00C24422"/>
    <w:rsid w:val="00C24E7C"/>
    <w:rsid w:val="00C272D2"/>
    <w:rsid w:val="00C32259"/>
    <w:rsid w:val="00C579FC"/>
    <w:rsid w:val="00C60118"/>
    <w:rsid w:val="00C622B3"/>
    <w:rsid w:val="00C937C8"/>
    <w:rsid w:val="00CA3780"/>
    <w:rsid w:val="00CE178C"/>
    <w:rsid w:val="00D05467"/>
    <w:rsid w:val="00D20094"/>
    <w:rsid w:val="00D31D5E"/>
    <w:rsid w:val="00D36765"/>
    <w:rsid w:val="00D52D71"/>
    <w:rsid w:val="00D63701"/>
    <w:rsid w:val="00D95DEA"/>
    <w:rsid w:val="00DC473B"/>
    <w:rsid w:val="00DD4928"/>
    <w:rsid w:val="00DE0507"/>
    <w:rsid w:val="00E00892"/>
    <w:rsid w:val="00E0376C"/>
    <w:rsid w:val="00E1179E"/>
    <w:rsid w:val="00E14AD7"/>
    <w:rsid w:val="00E17C3D"/>
    <w:rsid w:val="00E25407"/>
    <w:rsid w:val="00E53A02"/>
    <w:rsid w:val="00E568C2"/>
    <w:rsid w:val="00E6535D"/>
    <w:rsid w:val="00E66A5E"/>
    <w:rsid w:val="00E92105"/>
    <w:rsid w:val="00EA3245"/>
    <w:rsid w:val="00EA5CB9"/>
    <w:rsid w:val="00EA63A3"/>
    <w:rsid w:val="00EB4DD8"/>
    <w:rsid w:val="00EB5B86"/>
    <w:rsid w:val="00ED3AE9"/>
    <w:rsid w:val="00EF3F77"/>
    <w:rsid w:val="00EF7344"/>
    <w:rsid w:val="00F20647"/>
    <w:rsid w:val="00F327A6"/>
    <w:rsid w:val="00F3542D"/>
    <w:rsid w:val="00F41BB1"/>
    <w:rsid w:val="00F522D7"/>
    <w:rsid w:val="00F62794"/>
    <w:rsid w:val="00F736BF"/>
    <w:rsid w:val="00F84E8C"/>
    <w:rsid w:val="00FB3454"/>
    <w:rsid w:val="00FB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36DCA-7664-4808-A877-8AB1C346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225620"/>
    <w:rPr>
      <w:rFonts w:ascii="Times New Roman" w:hAnsi="Times New Roman"/>
      <w:sz w:val="24"/>
      <w:lang w:eastAsia="en-US"/>
    </w:rPr>
  </w:style>
  <w:style w:type="paragraph" w:styleId="Rubrik1">
    <w:name w:val="heading 1"/>
    <w:basedOn w:val="Normal"/>
    <w:next w:val="Normal"/>
    <w:link w:val="Rubrik1Char"/>
    <w:uiPriority w:val="9"/>
    <w:semiHidden/>
    <w:rsid w:val="00C272D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semiHidden/>
    <w:rsid w:val="00C272D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00EA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3F56B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02229E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Rub1">
    <w:name w:val="Rub 1"/>
    <w:basedOn w:val="Normal0"/>
    <w:next w:val="Normal0"/>
    <w:link w:val="Rub1Char"/>
    <w:qFormat/>
    <w:rsid w:val="00EA3245"/>
    <w:pPr>
      <w:keepNext/>
      <w:shd w:val="clear" w:color="auto" w:fill="FABF8F"/>
      <w:outlineLvl w:val="0"/>
    </w:pPr>
    <w:rPr>
      <w:rFonts w:cs="Arial"/>
      <w:b/>
    </w:rPr>
  </w:style>
  <w:style w:type="character" w:customStyle="1" w:styleId="Rubrik1Char">
    <w:name w:val="Rubrik 1 Char"/>
    <w:link w:val="Rubrik1"/>
    <w:uiPriority w:val="9"/>
    <w:semiHidden/>
    <w:rsid w:val="00F327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Rub2">
    <w:name w:val="Rub 2"/>
    <w:basedOn w:val="Normal0"/>
    <w:next w:val="Normal0"/>
    <w:link w:val="Rub2Char"/>
    <w:qFormat/>
    <w:rsid w:val="008E62CD"/>
    <w:pPr>
      <w:keepNext/>
      <w:shd w:val="pct20" w:color="auto" w:fill="auto"/>
      <w:spacing w:before="600"/>
      <w:outlineLvl w:val="1"/>
    </w:pPr>
    <w:rPr>
      <w:rFonts w:cs="Arial"/>
      <w:b/>
    </w:rPr>
  </w:style>
  <w:style w:type="character" w:customStyle="1" w:styleId="Rub1Char">
    <w:name w:val="Rub 1 Char"/>
    <w:link w:val="Rub1"/>
    <w:rsid w:val="00EA3245"/>
    <w:rPr>
      <w:rFonts w:ascii="Courier New" w:hAnsi="Courier New" w:cs="Arial"/>
      <w:b/>
      <w:sz w:val="28"/>
      <w:shd w:val="clear" w:color="auto" w:fill="FABF8F"/>
      <w:lang w:eastAsia="en-US"/>
    </w:rPr>
  </w:style>
  <w:style w:type="character" w:customStyle="1" w:styleId="Rubrik2Char">
    <w:name w:val="Rubrik 2 Char"/>
    <w:link w:val="Rubrik2"/>
    <w:uiPriority w:val="9"/>
    <w:semiHidden/>
    <w:rsid w:val="00F327A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Rub3">
    <w:name w:val="Rub 3"/>
    <w:basedOn w:val="Normal0"/>
    <w:next w:val="Platsanvisning"/>
    <w:link w:val="Rub3Char"/>
    <w:qFormat/>
    <w:rsid w:val="00027B1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outlineLvl w:val="2"/>
    </w:pPr>
    <w:rPr>
      <w:rFonts w:cs="Arial"/>
      <w:b/>
      <w:i/>
      <w:szCs w:val="18"/>
    </w:rPr>
  </w:style>
  <w:style w:type="character" w:customStyle="1" w:styleId="Rub2Char">
    <w:name w:val="Rub 2 Char"/>
    <w:link w:val="Rub2"/>
    <w:rsid w:val="008E62CD"/>
    <w:rPr>
      <w:rFonts w:ascii="Courier New" w:hAnsi="Courier New" w:cs="Arial"/>
      <w:b/>
      <w:sz w:val="28"/>
      <w:shd w:val="pct20" w:color="auto" w:fill="auto"/>
      <w:lang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74593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74593C"/>
    <w:rPr>
      <w:rFonts w:ascii="Tahoma" w:hAnsi="Tahoma" w:cs="Tahoma"/>
      <w:sz w:val="16"/>
      <w:szCs w:val="16"/>
    </w:rPr>
  </w:style>
  <w:style w:type="character" w:customStyle="1" w:styleId="Rub3Char">
    <w:name w:val="Rub 3 Char"/>
    <w:link w:val="Rub3"/>
    <w:rsid w:val="00027B16"/>
    <w:rPr>
      <w:rFonts w:ascii="Courier New" w:hAnsi="Courier New" w:cs="Arial"/>
      <w:b/>
      <w:i/>
      <w:sz w:val="28"/>
      <w:szCs w:val="18"/>
      <w:lang w:eastAsia="en-US"/>
    </w:rPr>
  </w:style>
  <w:style w:type="paragraph" w:styleId="Ingetavstnd">
    <w:name w:val="No Spacing"/>
    <w:uiPriority w:val="1"/>
    <w:semiHidden/>
    <w:unhideWhenUsed/>
    <w:qFormat/>
    <w:rsid w:val="003F56BE"/>
    <w:rPr>
      <w:lang w:eastAsia="en-US"/>
    </w:rPr>
  </w:style>
  <w:style w:type="character" w:customStyle="1" w:styleId="Rubrik4Char">
    <w:name w:val="Rubrik 4 Char"/>
    <w:link w:val="Rubrik4"/>
    <w:uiPriority w:val="9"/>
    <w:semiHidden/>
    <w:rsid w:val="0002229E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customStyle="1" w:styleId="Rub4">
    <w:name w:val="Rub 4"/>
    <w:basedOn w:val="Normal0"/>
    <w:next w:val="Normal0"/>
    <w:link w:val="Rub4Char"/>
    <w:qFormat/>
    <w:rsid w:val="00C622B3"/>
    <w:pPr>
      <w:keepNext/>
      <w:shd w:val="pct10" w:color="auto" w:fill="auto"/>
      <w:outlineLvl w:val="3"/>
    </w:pPr>
    <w:rPr>
      <w:b/>
    </w:rPr>
  </w:style>
  <w:style w:type="character" w:customStyle="1" w:styleId="Rub4Char">
    <w:name w:val="Rub 4 Char"/>
    <w:link w:val="Rub4"/>
    <w:rsid w:val="00C622B3"/>
    <w:rPr>
      <w:rFonts w:ascii="Courier New" w:hAnsi="Courier New"/>
      <w:b/>
      <w:sz w:val="28"/>
      <w:shd w:val="pct10" w:color="auto" w:fill="auto"/>
      <w:lang w:eastAsia="en-US"/>
    </w:rPr>
  </w:style>
  <w:style w:type="character" w:customStyle="1" w:styleId="Rubrik5Char">
    <w:name w:val="Rubrik 5 Char"/>
    <w:link w:val="Rubrik5"/>
    <w:uiPriority w:val="9"/>
    <w:semiHidden/>
    <w:rsid w:val="0002229E"/>
    <w:rPr>
      <w:rFonts w:ascii="Cambria" w:eastAsia="Times New Roman" w:hAnsi="Cambria" w:cs="Times New Roman"/>
      <w:color w:val="243F60"/>
      <w:sz w:val="24"/>
    </w:rPr>
  </w:style>
  <w:style w:type="paragraph" w:customStyle="1" w:styleId="Normal0">
    <w:name w:val="_Normal"/>
    <w:basedOn w:val="Normal"/>
    <w:link w:val="NormalChar"/>
    <w:qFormat/>
    <w:rsid w:val="008E62CD"/>
    <w:pPr>
      <w:ind w:left="170"/>
    </w:pPr>
    <w:rPr>
      <w:rFonts w:ascii="Courier New" w:hAnsi="Courier New"/>
      <w:sz w:val="28"/>
    </w:rPr>
  </w:style>
  <w:style w:type="paragraph" w:styleId="Sidhuvud">
    <w:name w:val="header"/>
    <w:basedOn w:val="Normal"/>
    <w:link w:val="SidhuvudChar"/>
    <w:uiPriority w:val="99"/>
    <w:unhideWhenUsed/>
    <w:rsid w:val="007B070D"/>
    <w:pPr>
      <w:tabs>
        <w:tab w:val="center" w:pos="4536"/>
        <w:tab w:val="right" w:pos="9072"/>
      </w:tabs>
    </w:pPr>
  </w:style>
  <w:style w:type="character" w:customStyle="1" w:styleId="NormalChar">
    <w:name w:val="_Normal Char"/>
    <w:link w:val="Normal0"/>
    <w:rsid w:val="008E62CD"/>
    <w:rPr>
      <w:rFonts w:ascii="Courier New" w:hAnsi="Courier New"/>
      <w:sz w:val="28"/>
      <w:lang w:eastAsia="en-US"/>
    </w:rPr>
  </w:style>
  <w:style w:type="character" w:customStyle="1" w:styleId="SidhuvudChar">
    <w:name w:val="Sidhuvud Char"/>
    <w:link w:val="Sidhuvud"/>
    <w:uiPriority w:val="99"/>
    <w:rsid w:val="00730275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semiHidden/>
    <w:rsid w:val="007B070D"/>
    <w:pPr>
      <w:tabs>
        <w:tab w:val="center" w:pos="4536"/>
        <w:tab w:val="right" w:pos="9072"/>
      </w:tabs>
    </w:pPr>
  </w:style>
  <w:style w:type="character" w:customStyle="1" w:styleId="SidfotChar">
    <w:name w:val="Sidfot Char"/>
    <w:link w:val="Sidfot"/>
    <w:uiPriority w:val="99"/>
    <w:semiHidden/>
    <w:rsid w:val="00AC4AC6"/>
    <w:rPr>
      <w:rFonts w:ascii="Times New Roman" w:hAnsi="Times New Roman"/>
      <w:sz w:val="24"/>
    </w:rPr>
  </w:style>
  <w:style w:type="character" w:styleId="Platshllartext">
    <w:name w:val="Placeholder Text"/>
    <w:uiPriority w:val="99"/>
    <w:semiHidden/>
    <w:rsid w:val="0041769E"/>
    <w:rPr>
      <w:color w:val="808080"/>
    </w:rPr>
  </w:style>
  <w:style w:type="paragraph" w:customStyle="1" w:styleId="Platsanvisning">
    <w:name w:val="Platsanvisning"/>
    <w:basedOn w:val="Normal0"/>
    <w:next w:val="Instruktion"/>
    <w:link w:val="PlatsanvisningChar"/>
    <w:qFormat/>
    <w:rsid w:val="00EA3245"/>
    <w:pPr>
      <w:keepNext/>
      <w:keepLines/>
      <w:pBdr>
        <w:bottom w:val="single" w:sz="18" w:space="1" w:color="FFFFFF"/>
      </w:pBdr>
      <w:shd w:val="clear" w:color="auto" w:fill="C2D69B"/>
    </w:pPr>
  </w:style>
  <w:style w:type="paragraph" w:customStyle="1" w:styleId="Instruktion">
    <w:name w:val="Instruktion"/>
    <w:basedOn w:val="Normal0"/>
    <w:next w:val="Normal0"/>
    <w:link w:val="InstruktionChar"/>
    <w:qFormat/>
    <w:rsid w:val="00027B16"/>
    <w:pPr>
      <w:keepNext/>
      <w:keepLines/>
      <w:shd w:val="clear" w:color="auto" w:fill="B6DDE8"/>
    </w:pPr>
  </w:style>
  <w:style w:type="character" w:customStyle="1" w:styleId="PlatsanvisningChar">
    <w:name w:val="Platsanvisning Char"/>
    <w:link w:val="Platsanvisning"/>
    <w:rsid w:val="00EA3245"/>
    <w:rPr>
      <w:rFonts w:ascii="Courier New" w:hAnsi="Courier New"/>
      <w:sz w:val="28"/>
      <w:shd w:val="clear" w:color="auto" w:fill="C2D69B"/>
      <w:lang w:eastAsia="en-US"/>
    </w:rPr>
  </w:style>
  <w:style w:type="character" w:customStyle="1" w:styleId="Rubrik3Char">
    <w:name w:val="Rubrik 3 Char"/>
    <w:link w:val="Rubrik3"/>
    <w:uiPriority w:val="9"/>
    <w:semiHidden/>
    <w:rsid w:val="00400EAA"/>
    <w:rPr>
      <w:rFonts w:ascii="Cambria" w:eastAsia="Times New Roman" w:hAnsi="Cambria" w:cs="Times New Roman"/>
      <w:b/>
      <w:bCs/>
      <w:color w:val="4F81BD"/>
      <w:sz w:val="24"/>
      <w:lang w:eastAsia="en-US"/>
    </w:rPr>
  </w:style>
  <w:style w:type="character" w:customStyle="1" w:styleId="InstruktionChar">
    <w:name w:val="Instruktion Char"/>
    <w:link w:val="Instruktion"/>
    <w:rsid w:val="00027B16"/>
    <w:rPr>
      <w:rFonts w:ascii="Courier New" w:hAnsi="Courier New"/>
      <w:sz w:val="28"/>
      <w:shd w:val="clear" w:color="auto" w:fill="B6DDE8"/>
      <w:lang w:eastAsia="en-US"/>
    </w:rPr>
  </w:style>
  <w:style w:type="paragraph" w:styleId="Innehll2">
    <w:name w:val="toc 2"/>
    <w:basedOn w:val="Normal"/>
    <w:next w:val="Normal"/>
    <w:autoRedefine/>
    <w:uiPriority w:val="39"/>
    <w:unhideWhenUsed/>
    <w:rsid w:val="00400EAA"/>
    <w:pPr>
      <w:spacing w:after="100"/>
      <w:ind w:left="240"/>
    </w:pPr>
    <w:rPr>
      <w:rFonts w:ascii="Courier New" w:hAnsi="Courier New"/>
      <w:sz w:val="28"/>
    </w:rPr>
  </w:style>
  <w:style w:type="character" w:styleId="Hyperlnk">
    <w:name w:val="Hyperlink"/>
    <w:uiPriority w:val="99"/>
    <w:unhideWhenUsed/>
    <w:rsid w:val="00400EAA"/>
    <w:rPr>
      <w:color w:val="0000FF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400EAA"/>
    <w:pPr>
      <w:spacing w:line="276" w:lineRule="auto"/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400EAA"/>
    <w:pPr>
      <w:spacing w:after="100"/>
    </w:pPr>
    <w:rPr>
      <w:rFonts w:ascii="Courier New" w:hAnsi="Courier New"/>
      <w:sz w:val="28"/>
    </w:rPr>
  </w:style>
  <w:style w:type="paragraph" w:styleId="Innehll3">
    <w:name w:val="toc 3"/>
    <w:basedOn w:val="Normal"/>
    <w:next w:val="Normal"/>
    <w:autoRedefine/>
    <w:uiPriority w:val="39"/>
    <w:unhideWhenUsed/>
    <w:rsid w:val="00400EAA"/>
    <w:pPr>
      <w:spacing w:after="100"/>
      <w:ind w:left="480"/>
    </w:pPr>
  </w:style>
  <w:style w:type="paragraph" w:styleId="Normalwebb">
    <w:name w:val="Normal (Web)"/>
    <w:basedOn w:val="Normal"/>
    <w:uiPriority w:val="99"/>
    <w:semiHidden/>
    <w:unhideWhenUsed/>
    <w:rsid w:val="00BA435B"/>
    <w:pPr>
      <w:spacing w:before="100" w:beforeAutospacing="1" w:after="100" w:afterAutospacing="1"/>
    </w:pPr>
    <w:rPr>
      <w:rFonts w:eastAsia="Times New Roman"/>
      <w:szCs w:val="24"/>
      <w:lang w:eastAsia="sv-SE"/>
    </w:rPr>
  </w:style>
  <w:style w:type="character" w:customStyle="1" w:styleId="rb">
    <w:name w:val="rb"/>
    <w:basedOn w:val="Standardstycketeckensnitt"/>
    <w:rsid w:val="00BA435B"/>
  </w:style>
  <w:style w:type="character" w:styleId="Stark">
    <w:name w:val="Strong"/>
    <w:uiPriority w:val="22"/>
    <w:qFormat/>
    <w:rsid w:val="004F4D0E"/>
    <w:rPr>
      <w:b/>
      <w:bCs/>
    </w:rPr>
  </w:style>
  <w:style w:type="character" w:styleId="Olstomnmnande">
    <w:name w:val="Unresolved Mention"/>
    <w:basedOn w:val="Standardstycketeckensnitt"/>
    <w:uiPriority w:val="99"/>
    <w:semiHidden/>
    <w:unhideWhenUsed/>
    <w:rsid w:val="009E6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7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-charlotte.larsson@spsm.s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sm.s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nders.sennero@spsm.s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jorn.nyqvist@spsm.se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fr&#229;n%20M\MALLAR\Aktuella%20mallar%20NP\Verksnummer%20L&#228;raranvisning%20textview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201C9-7351-4F3F-A447-C42FB870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Verksnummer Läraranvisning textview.dot</Template>
  <TotalTime>4</TotalTime>
  <Pages>3</Pages>
  <Words>349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SPSM</Company>
  <LinksUpToDate>false</LinksUpToDate>
  <CharactersWithSpaces>2197</CharactersWithSpaces>
  <SharedDoc>false</SharedDoc>
  <HLinks>
    <vt:vector size="6" baseType="variant">
      <vt:variant>
        <vt:i4>6291518</vt:i4>
      </vt:variant>
      <vt:variant>
        <vt:i4>0</vt:i4>
      </vt:variant>
      <vt:variant>
        <vt:i4>0</vt:i4>
      </vt:variant>
      <vt:variant>
        <vt:i4>5</vt:i4>
      </vt:variant>
      <vt:variant>
        <vt:lpwstr>http://www.spsm.se/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Anna-Karin Andersson</dc:creator>
  <cp:keywords/>
  <cp:lastModifiedBy>Anna-Karin Andersson</cp:lastModifiedBy>
  <cp:revision>4</cp:revision>
  <cp:lastPrinted>2016-08-30T11:32:00Z</cp:lastPrinted>
  <dcterms:created xsi:type="dcterms:W3CDTF">2021-09-14T15:06:00Z</dcterms:created>
  <dcterms:modified xsi:type="dcterms:W3CDTF">2021-09-14T15:50:00Z</dcterms:modified>
</cp:coreProperties>
</file>